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1B475" w14:textId="60F88504" w:rsidR="005F4418" w:rsidRDefault="004B4B5D" w:rsidP="000B1FCB">
      <w:pPr>
        <w:pStyle w:val="Bezmezer"/>
      </w:pPr>
      <w:bookmarkStart w:id="0" w:name="_Toc499564342"/>
      <w:bookmarkStart w:id="1" w:name="_Toc499564365"/>
      <w:bookmarkStart w:id="2" w:name="_Toc499564758"/>
      <w:r>
        <w:t>Příloha č. 5 Smlouvy o dílo na vytvoření software</w:t>
      </w:r>
      <w:bookmarkStart w:id="3" w:name="_GoBack"/>
      <w:bookmarkEnd w:id="3"/>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DE2D6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DE2D6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DE2D6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DE2D6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DE2D6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DE2D6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DE2D6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DE2D6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DE2D6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DE2D6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DE2D6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DE2D6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DE2D6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DE2D6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DE2D6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DE2D6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DE2D6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DE2D6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DE2D6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DE2D6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DE2D6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DE2D6A"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lastRenderedPageBreak/>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Díla z důvodu podezření, že tato část Díla neodpovídá Smlouvě o dílo, </w:t>
      </w:r>
      <w:r w:rsidRPr="00126412">
        <w:rPr>
          <w:rFonts w:eastAsia="Times New Roman" w:cs="Times New Roman"/>
          <w:lang w:eastAsia="cs-CZ"/>
        </w:rPr>
        <w:lastRenderedPageBreak/>
        <w:t>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 xml:space="preserve">Kontrola bude prováděna dle Směrnice SŽDC č. 120 Dodržování zákazu kouření, požívání alkoholických nápojů a užívání jiných návykových látek, </w:t>
      </w:r>
      <w:proofErr w:type="gramStart"/>
      <w:r w:rsidRPr="00B81E68">
        <w:rPr>
          <w:lang w:eastAsia="cs-CZ"/>
        </w:rPr>
        <w:t>č.j.</w:t>
      </w:r>
      <w:proofErr w:type="gramEnd"/>
      <w:r w:rsidRPr="00B81E68">
        <w:rPr>
          <w:lang w:eastAsia="cs-CZ"/>
        </w:rPr>
        <w:t xml:space="preserve">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t>Podpisem Předávacího protokolu nebo záznamu o nepřevzetí Díla je přejímací řízení ukončeno.</w:t>
      </w:r>
      <w:bookmarkEnd w:id="26"/>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 xml:space="preserve">SŽDC č. 120 Dodržování zákazu kouření, požívání alkoholických nápojů a užívání jiných návykových látek, </w:t>
      </w:r>
      <w:proofErr w:type="gramStart"/>
      <w:r w:rsidRPr="008E2F07">
        <w:rPr>
          <w:rFonts w:eastAsia="Times New Roman" w:cs="Arial"/>
          <w:lang w:eastAsia="cs-CZ"/>
        </w:rPr>
        <w:t>č.j.</w:t>
      </w:r>
      <w:proofErr w:type="gramEnd"/>
      <w:r w:rsidRPr="008E2F07">
        <w:rPr>
          <w:rFonts w:eastAsia="Times New Roman" w:cs="Arial"/>
          <w:lang w:eastAsia="cs-CZ"/>
        </w:rPr>
        <w:t xml:space="preserve">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lastRenderedPageBreak/>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default" r:id="rId11"/>
      <w:footerReference w:type="even" r:id="rId12"/>
      <w:footerReference w:type="default" r:id="rId13"/>
      <w:headerReference w:type="first" r:id="rId14"/>
      <w:footerReference w:type="first" r:id="rId15"/>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BE8517" w14:textId="77777777" w:rsidR="00DE2D6A" w:rsidRDefault="00DE2D6A" w:rsidP="00962258">
      <w:pPr>
        <w:spacing w:after="0" w:line="240" w:lineRule="auto"/>
      </w:pPr>
      <w:r>
        <w:separator/>
      </w:r>
    </w:p>
  </w:endnote>
  <w:endnote w:type="continuationSeparator" w:id="0">
    <w:p w14:paraId="0224517C" w14:textId="77777777" w:rsidR="00DE2D6A" w:rsidRDefault="00DE2D6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0142AB2F"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4B4B5D">
            <w:rPr>
              <w:b/>
              <w:noProof/>
              <w:color w:val="FF5200" w:themeColor="accent2"/>
            </w:rPr>
            <w:t>17</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4B4B5D">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914FD55"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4DA7221"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1995B7B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4B4B5D">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4B4B5D">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6CB8552"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852B14F"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B76ED" w14:textId="77777777" w:rsidR="00DE2D6A" w:rsidRDefault="00DE2D6A" w:rsidP="00193398">
      <w:pPr>
        <w:spacing w:before="240" w:after="0" w:line="240" w:lineRule="auto"/>
      </w:pPr>
      <w:r>
        <w:separator/>
      </w:r>
    </w:p>
  </w:footnote>
  <w:footnote w:type="continuationSeparator" w:id="0">
    <w:p w14:paraId="248E16D4" w14:textId="77777777" w:rsidR="00DE2D6A" w:rsidRDefault="00DE2D6A"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gutterAtTop/>
  <w:proofState w:spelling="clean" w:grammar="clean"/>
  <w:attachedTemplate r:id="rId1"/>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17"/>
    <w:rsid w:val="00051ED9"/>
    <w:rsid w:val="00060DF6"/>
    <w:rsid w:val="00064809"/>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B4B5D"/>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54A9E"/>
    <w:rsid w:val="00C6198E"/>
    <w:rsid w:val="00C656CE"/>
    <w:rsid w:val="00C7753E"/>
    <w:rsid w:val="00C778A5"/>
    <w:rsid w:val="00C95162"/>
    <w:rsid w:val="00CB026B"/>
    <w:rsid w:val="00CC726B"/>
    <w:rsid w:val="00CD1FC4"/>
    <w:rsid w:val="00D034A0"/>
    <w:rsid w:val="00D110B6"/>
    <w:rsid w:val="00D21061"/>
    <w:rsid w:val="00D31458"/>
    <w:rsid w:val="00D4108E"/>
    <w:rsid w:val="00D6163D"/>
    <w:rsid w:val="00D831A3"/>
    <w:rsid w:val="00DA3711"/>
    <w:rsid w:val="00DB4E3E"/>
    <w:rsid w:val="00DD46F3"/>
    <w:rsid w:val="00DE2D6A"/>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3.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4.xml><?xml version="1.0" encoding="utf-8"?>
<ds:datastoreItem xmlns:ds="http://schemas.openxmlformats.org/officeDocument/2006/customXml" ds:itemID="{9C4F50EB-3CB3-4435-8116-80D0CD026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2</TotalTime>
  <Pages>17</Pages>
  <Words>8496</Words>
  <Characters>50131</Characters>
  <Application>Microsoft Office Word</Application>
  <DocSecurity>0</DocSecurity>
  <Lines>417</Lines>
  <Paragraphs>117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Poláčková Dagmar</cp:lastModifiedBy>
  <cp:revision>3</cp:revision>
  <cp:lastPrinted>2017-11-27T16:01:00Z</cp:lastPrinted>
  <dcterms:created xsi:type="dcterms:W3CDTF">2022-06-09T08:52:00Z</dcterms:created>
  <dcterms:modified xsi:type="dcterms:W3CDTF">2022-06-09T09:21:00Z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